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B3394" w:rsidP="00431B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mš obch</w:t>
            </w:r>
            <w:r w:rsidR="00431BE1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dní – reko</w:t>
            </w:r>
            <w:r w:rsidR="00926441">
              <w:rPr>
                <w:rFonts w:ascii="Arial" w:hAnsi="Arial" w:cs="Arial"/>
                <w:color w:val="FF0000"/>
                <w:sz w:val="24"/>
                <w:szCs w:val="24"/>
              </w:rPr>
              <w:t xml:space="preserve">nstrukce </w:t>
            </w:r>
            <w:r w:rsidR="00A52D71">
              <w:rPr>
                <w:rFonts w:ascii="Arial" w:hAnsi="Arial" w:cs="Arial"/>
                <w:color w:val="FF0000"/>
                <w:sz w:val="24"/>
                <w:szCs w:val="24"/>
              </w:rPr>
              <w:t>ZTI a ÚT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41C80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41C80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1BE1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2D71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53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41</cp:revision>
  <cp:lastPrinted>2021-05-24T06:24:00Z</cp:lastPrinted>
  <dcterms:created xsi:type="dcterms:W3CDTF">2019-09-19T08:40:00Z</dcterms:created>
  <dcterms:modified xsi:type="dcterms:W3CDTF">2025-03-05T06:57:00Z</dcterms:modified>
</cp:coreProperties>
</file>